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0EE" w:rsidRPr="00EC03C7" w:rsidRDefault="006C20EE" w:rsidP="00EC03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Pr="00EC03C7">
        <w:rPr>
          <w:rFonts w:ascii="Times New Roman" w:hAnsi="Times New Roman"/>
          <w:sz w:val="28"/>
          <w:szCs w:val="28"/>
        </w:rPr>
        <w:t>«</w:t>
      </w:r>
      <w:r w:rsidRPr="00EC03C7">
        <w:rPr>
          <w:rFonts w:ascii="Times New Roman" w:hAnsi="Times New Roman"/>
          <w:b/>
          <w:sz w:val="28"/>
          <w:szCs w:val="28"/>
        </w:rPr>
        <w:t>Утверждаю»</w:t>
      </w:r>
    </w:p>
    <w:p w:rsidR="006C20EE" w:rsidRPr="00EC03C7" w:rsidRDefault="006C20EE" w:rsidP="00EC03C7">
      <w:pPr>
        <w:spacing w:after="0"/>
        <w:rPr>
          <w:rFonts w:ascii="Times New Roman" w:hAnsi="Times New Roman"/>
          <w:b/>
          <w:sz w:val="28"/>
          <w:szCs w:val="28"/>
        </w:rPr>
      </w:pPr>
      <w:r w:rsidRPr="00EC03C7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EC03C7">
        <w:rPr>
          <w:rFonts w:ascii="Times New Roman" w:hAnsi="Times New Roman"/>
          <w:b/>
          <w:sz w:val="28"/>
          <w:szCs w:val="28"/>
        </w:rPr>
        <w:t xml:space="preserve"> Глава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C03C7">
        <w:rPr>
          <w:rFonts w:ascii="Times New Roman" w:hAnsi="Times New Roman"/>
          <w:b/>
          <w:sz w:val="28"/>
          <w:szCs w:val="28"/>
        </w:rPr>
        <w:t xml:space="preserve">Александро - Донского                                </w:t>
      </w:r>
    </w:p>
    <w:p w:rsidR="006C20EE" w:rsidRPr="00EC03C7" w:rsidRDefault="006C20EE" w:rsidP="00EC03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03C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EC03C7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6C20EE" w:rsidRPr="00EC03C7" w:rsidRDefault="006C20EE" w:rsidP="00EC03C7">
      <w:pPr>
        <w:tabs>
          <w:tab w:val="left" w:pos="6660"/>
          <w:tab w:val="left" w:pos="6840"/>
        </w:tabs>
        <w:spacing w:after="0"/>
        <w:rPr>
          <w:rFonts w:ascii="Times New Roman" w:hAnsi="Times New Roman"/>
          <w:b/>
          <w:sz w:val="28"/>
          <w:szCs w:val="28"/>
        </w:rPr>
      </w:pPr>
      <w:r w:rsidRPr="00EC03C7"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 w:rsidRPr="00EC03C7">
        <w:rPr>
          <w:rFonts w:ascii="Times New Roman" w:hAnsi="Times New Roman"/>
          <w:b/>
          <w:sz w:val="28"/>
          <w:szCs w:val="28"/>
        </w:rPr>
        <w:t xml:space="preserve">__________В.И.Антоненко </w:t>
      </w:r>
    </w:p>
    <w:p w:rsidR="006C20EE" w:rsidRPr="00EC03C7" w:rsidRDefault="006C20EE" w:rsidP="00EC03C7">
      <w:pPr>
        <w:spacing w:after="0"/>
        <w:rPr>
          <w:rFonts w:ascii="Times New Roman" w:hAnsi="Times New Roman"/>
          <w:b/>
          <w:sz w:val="32"/>
          <w:szCs w:val="32"/>
        </w:rPr>
      </w:pPr>
      <w:r w:rsidRPr="00EC03C7"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</w:t>
      </w:r>
    </w:p>
    <w:p w:rsidR="006C20EE" w:rsidRPr="00E36391" w:rsidRDefault="006C20EE" w:rsidP="00360A9E">
      <w:pPr>
        <w:tabs>
          <w:tab w:val="left" w:pos="3780"/>
        </w:tabs>
        <w:spacing w:after="0"/>
        <w:rPr>
          <w:rFonts w:ascii="Times New Roman" w:hAnsi="Times New Roman"/>
          <w:sz w:val="24"/>
          <w:szCs w:val="24"/>
        </w:rPr>
      </w:pPr>
      <w:r w:rsidRPr="00E36391">
        <w:rPr>
          <w:rFonts w:ascii="Times New Roman" w:hAnsi="Times New Roman"/>
          <w:b/>
          <w:bCs/>
          <w:sz w:val="32"/>
          <w:szCs w:val="32"/>
        </w:rPr>
        <w:t xml:space="preserve">План мероприятий празднования 75-й годовщины Победы </w:t>
      </w:r>
    </w:p>
    <w:p w:rsidR="006C20EE" w:rsidRPr="00E36391" w:rsidRDefault="006C20EE" w:rsidP="00360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36391">
        <w:rPr>
          <w:rFonts w:ascii="Times New Roman" w:hAnsi="Times New Roman"/>
          <w:b/>
          <w:bCs/>
          <w:sz w:val="32"/>
          <w:szCs w:val="32"/>
        </w:rPr>
        <w:t>в Великой Отечественной войне 1941-1945г.г. на 2020 год</w:t>
      </w:r>
    </w:p>
    <w:p w:rsidR="006C20EE" w:rsidRDefault="006C20EE" w:rsidP="00360A9E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М</w:t>
      </w:r>
      <w:r w:rsidRPr="00E36391">
        <w:rPr>
          <w:rFonts w:ascii="Times New Roman" w:hAnsi="Times New Roman"/>
          <w:b/>
          <w:bCs/>
          <w:sz w:val="32"/>
          <w:szCs w:val="32"/>
        </w:rPr>
        <w:t>К</w:t>
      </w:r>
      <w:r>
        <w:rPr>
          <w:rFonts w:ascii="Times New Roman" w:hAnsi="Times New Roman"/>
          <w:b/>
          <w:bCs/>
          <w:sz w:val="32"/>
          <w:szCs w:val="32"/>
        </w:rPr>
        <w:t>УК</w:t>
      </w:r>
      <w:r w:rsidRPr="00E36391">
        <w:rPr>
          <w:rFonts w:ascii="Times New Roman" w:hAnsi="Times New Roman"/>
          <w:b/>
          <w:bCs/>
          <w:sz w:val="32"/>
          <w:szCs w:val="32"/>
        </w:rPr>
        <w:t xml:space="preserve"> «</w:t>
      </w:r>
      <w:r>
        <w:rPr>
          <w:rFonts w:ascii="Times New Roman" w:hAnsi="Times New Roman"/>
          <w:b/>
          <w:bCs/>
          <w:sz w:val="32"/>
          <w:szCs w:val="32"/>
        </w:rPr>
        <w:t>Александро – Донское КДО</w:t>
      </w:r>
      <w:r w:rsidRPr="00E36391">
        <w:rPr>
          <w:rFonts w:ascii="Times New Roman" w:hAnsi="Times New Roman"/>
          <w:b/>
          <w:bCs/>
          <w:sz w:val="32"/>
          <w:szCs w:val="32"/>
        </w:rPr>
        <w:t>»</w:t>
      </w:r>
    </w:p>
    <w:p w:rsidR="006C20EE" w:rsidRPr="00E36391" w:rsidRDefault="006C20EE" w:rsidP="00360A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79" w:type="dxa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440"/>
        <w:gridCol w:w="3265"/>
        <w:gridCol w:w="1666"/>
        <w:gridCol w:w="1666"/>
        <w:gridCol w:w="2502"/>
      </w:tblGrid>
      <w:tr w:rsidR="006C20EE" w:rsidRPr="00C95F83" w:rsidTr="00360A9E">
        <w:tc>
          <w:tcPr>
            <w:tcW w:w="540" w:type="dxa"/>
          </w:tcPr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№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440" w:type="dxa"/>
          </w:tcPr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Дата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проведения</w:t>
            </w:r>
          </w:p>
        </w:tc>
        <w:tc>
          <w:tcPr>
            <w:tcW w:w="3265" w:type="dxa"/>
          </w:tcPr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60A9E">
              <w:rPr>
                <w:rFonts w:ascii="Times New Roman" w:hAnsi="Times New Roman"/>
                <w:b/>
              </w:rPr>
              <w:t>Наименование и форма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360A9E">
              <w:rPr>
                <w:rFonts w:ascii="Times New Roman" w:hAnsi="Times New Roman"/>
                <w:b/>
              </w:rPr>
              <w:t>проведения мероприятия</w:t>
            </w:r>
          </w:p>
        </w:tc>
        <w:tc>
          <w:tcPr>
            <w:tcW w:w="1666" w:type="dxa"/>
          </w:tcPr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Место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Проведения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мероприятия</w:t>
            </w:r>
          </w:p>
        </w:tc>
        <w:tc>
          <w:tcPr>
            <w:tcW w:w="1666" w:type="dxa"/>
          </w:tcPr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Организатор</w:t>
            </w:r>
          </w:p>
          <w:p w:rsidR="006C20EE" w:rsidRPr="00360A9E" w:rsidRDefault="006C20EE" w:rsidP="00C95F8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60A9E">
              <w:rPr>
                <w:rFonts w:ascii="Times New Roman" w:hAnsi="Times New Roman"/>
                <w:b/>
                <w:sz w:val="24"/>
              </w:rPr>
              <w:t>мероприятия</w:t>
            </w:r>
          </w:p>
        </w:tc>
        <w:tc>
          <w:tcPr>
            <w:tcW w:w="2502" w:type="dxa"/>
          </w:tcPr>
          <w:p w:rsidR="006C20EE" w:rsidRPr="00360A9E" w:rsidRDefault="006C20EE" w:rsidP="00EC03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0A9E">
              <w:rPr>
                <w:rFonts w:ascii="Times New Roman" w:hAnsi="Times New Roman"/>
                <w:b/>
              </w:rPr>
              <w:t>Ответственные за</w:t>
            </w:r>
          </w:p>
          <w:p w:rsidR="006C20EE" w:rsidRPr="00360A9E" w:rsidRDefault="006C20EE" w:rsidP="00EC03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0A9E">
              <w:rPr>
                <w:rFonts w:ascii="Times New Roman" w:hAnsi="Times New Roman"/>
                <w:b/>
              </w:rPr>
              <w:t>проведение</w:t>
            </w:r>
          </w:p>
          <w:p w:rsidR="006C20EE" w:rsidRPr="00360A9E" w:rsidRDefault="006C20EE" w:rsidP="00EC03C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60A9E">
              <w:rPr>
                <w:rFonts w:ascii="Times New Roman" w:hAnsi="Times New Roman"/>
                <w:b/>
              </w:rPr>
              <w:t>мероприятия (Ф.И.О., тел. рабочий и мобильный)</w:t>
            </w: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23.01.2020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«Экспедиция памяти» - час познаний и открытий.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27.02.2020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«Караван историй» - беседа  посвященная землякам участникам Великой Отечественной войны.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19.03.2020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Фото-кросс «Мы наследники Победы».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Шельпякова Е.Н.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15.04.2020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 xml:space="preserve">Оформление стенда </w:t>
            </w:r>
            <w:r w:rsidRPr="00360A9E">
              <w:rPr>
                <w:rFonts w:ascii="Times New Roman" w:hAnsi="Times New Roman"/>
                <w:sz w:val="26"/>
                <w:szCs w:val="26"/>
              </w:rPr>
              <w:br/>
              <w:t>«Наши земляки - герои Великой отечественной войны».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22.04.2020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Конкурс детского творчества и  рисунков «Война глазами детей»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Шельпякова Е.Н.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29.04.2020</w:t>
            </w:r>
          </w:p>
        </w:tc>
        <w:tc>
          <w:tcPr>
            <w:tcW w:w="3265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Мастер-класс «Открытка ко Дню Победы».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Шельпякова Е.Н.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rPr>
          <w:trHeight w:val="918"/>
        </w:trPr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</w:t>
            </w:r>
            <w:r w:rsidRPr="00360A9E">
              <w:rPr>
                <w:rFonts w:ascii="Times New Roman" w:hAnsi="Times New Roman"/>
                <w:color w:val="000000"/>
                <w:sz w:val="26"/>
                <w:szCs w:val="26"/>
              </w:rPr>
              <w:t>Пусть гремит, не смолкая, в честь Победы салют!</w:t>
            </w:r>
            <w:r w:rsidRPr="00360A9E">
              <w:rPr>
                <w:rFonts w:ascii="Times New Roman" w:hAnsi="Times New Roman"/>
                <w:sz w:val="26"/>
                <w:szCs w:val="26"/>
              </w:rPr>
              <w:t>» - концертная программа.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08.05.2020</w:t>
            </w: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«Георгиевская ленточка» - акция.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08.05.2020</w:t>
            </w:r>
          </w:p>
          <w:p w:rsidR="006C20EE" w:rsidRPr="00360A9E" w:rsidRDefault="006C20EE" w:rsidP="00360A9E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360A9E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«Свеча памяти» - акция.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Мемориал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440" w:type="dxa"/>
          </w:tcPr>
          <w:p w:rsidR="006C20EE" w:rsidRPr="00360A9E" w:rsidRDefault="006C20EE" w:rsidP="00360A9E">
            <w:pPr>
              <w:tabs>
                <w:tab w:val="left" w:pos="1740"/>
              </w:tabs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09.05.2020</w:t>
            </w:r>
          </w:p>
          <w:p w:rsidR="006C20EE" w:rsidRPr="00360A9E" w:rsidRDefault="006C20EE" w:rsidP="00360A9E">
            <w:pPr>
              <w:tabs>
                <w:tab w:val="left" w:pos="174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360A9E">
            <w:pPr>
              <w:tabs>
                <w:tab w:val="left" w:pos="1740"/>
              </w:tabs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«Бессмертный полк» - акция.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Мемориал</w:t>
            </w:r>
          </w:p>
        </w:tc>
        <w:tc>
          <w:tcPr>
            <w:tcW w:w="1666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09.05.2020</w:t>
            </w:r>
          </w:p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«Память огненных лет» - митинг.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Мемориал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09.05.2020</w:t>
            </w:r>
          </w:p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«Солдатская каша» - акция.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Площадь     </w:t>
            </w:r>
            <w:r w:rsidRPr="00360A9E">
              <w:rPr>
                <w:rFonts w:ascii="Times New Roman" w:hAnsi="Times New Roman"/>
                <w:sz w:val="24"/>
              </w:rPr>
              <w:t>А-Донско</w:t>
            </w:r>
            <w:r>
              <w:rPr>
                <w:rFonts w:ascii="Times New Roman" w:hAnsi="Times New Roman"/>
                <w:sz w:val="24"/>
              </w:rPr>
              <w:t>го</w:t>
            </w:r>
            <w:r w:rsidRPr="00360A9E">
              <w:rPr>
                <w:rFonts w:ascii="Times New Roman" w:hAnsi="Times New Roman"/>
                <w:sz w:val="24"/>
              </w:rPr>
              <w:t xml:space="preserve"> СДК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09.05.2020</w:t>
            </w:r>
          </w:p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«Дорогами Победы» - автопробег.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ул.Пролетарская 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Шельпякова Е.Н.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22.06.2020</w:t>
            </w:r>
          </w:p>
        </w:tc>
        <w:tc>
          <w:tcPr>
            <w:tcW w:w="3265" w:type="dxa"/>
          </w:tcPr>
          <w:p w:rsidR="006C20EE" w:rsidRPr="005A71CA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День памяти и скорби «Свеча памяти»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Мемориал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16.07.2020</w:t>
            </w:r>
          </w:p>
        </w:tc>
        <w:tc>
          <w:tcPr>
            <w:tcW w:w="3265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 w:line="240" w:lineRule="atLeast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Экскурсия к памятным местам, связанным с историей села и героями войны.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Памятный камень на берегу реки Дон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Дениева О.Л.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17.09.2020</w:t>
            </w:r>
          </w:p>
        </w:tc>
        <w:tc>
          <w:tcPr>
            <w:tcW w:w="3265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«Солдаты выстроились в ряд» - урок памяти.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540" w:type="dxa"/>
          </w:tcPr>
          <w:p w:rsidR="006C20EE" w:rsidRPr="00360A9E" w:rsidRDefault="006C20EE" w:rsidP="00360A9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1440" w:type="dxa"/>
          </w:tcPr>
          <w:p w:rsidR="006C20EE" w:rsidRPr="00360A9E" w:rsidRDefault="006C20EE" w:rsidP="005A71CA">
            <w:pPr>
              <w:tabs>
                <w:tab w:val="left" w:pos="1740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19.11.2020</w:t>
            </w:r>
          </w:p>
        </w:tc>
        <w:tc>
          <w:tcPr>
            <w:tcW w:w="3265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60A9E">
              <w:rPr>
                <w:rFonts w:ascii="Times New Roman" w:hAnsi="Times New Roman"/>
                <w:sz w:val="26"/>
                <w:szCs w:val="26"/>
              </w:rPr>
              <w:t>Акция «Мои родные сражались за Родину».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1666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60A9E">
              <w:rPr>
                <w:rFonts w:ascii="Times New Roman" w:hAnsi="Times New Roman"/>
                <w:sz w:val="24"/>
              </w:rPr>
              <w:t>А-Донской СДК</w:t>
            </w:r>
          </w:p>
        </w:tc>
        <w:tc>
          <w:tcPr>
            <w:tcW w:w="2502" w:type="dxa"/>
          </w:tcPr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Авдеева С.А.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  <w:r w:rsidRPr="00360A9E">
              <w:rPr>
                <w:rFonts w:ascii="Times New Roman" w:hAnsi="Times New Roman"/>
              </w:rPr>
              <w:t>Тел.раб. 44-360</w:t>
            </w:r>
          </w:p>
          <w:p w:rsidR="006C20EE" w:rsidRPr="00360A9E" w:rsidRDefault="006C20EE" w:rsidP="005A71C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360A9E" w:rsidTr="00360A9E">
        <w:tc>
          <w:tcPr>
            <w:tcW w:w="11079" w:type="dxa"/>
            <w:gridSpan w:val="6"/>
          </w:tcPr>
          <w:p w:rsidR="006C20EE" w:rsidRPr="00360A9E" w:rsidRDefault="006C20EE" w:rsidP="005A71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0A9E">
              <w:rPr>
                <w:rFonts w:ascii="Times New Roman" w:hAnsi="Times New Roman"/>
                <w:b/>
                <w:sz w:val="28"/>
                <w:szCs w:val="28"/>
              </w:rPr>
              <w:t>Бабковский сельский Дом культуры</w:t>
            </w: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20.01.2020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«Книга памяти села</w:t>
            </w:r>
            <w:r w:rsidRPr="005A71CA">
              <w:rPr>
                <w:rFonts w:ascii="Times New Roman" w:hAnsi="Times New Roman"/>
                <w:sz w:val="26"/>
                <w:szCs w:val="26"/>
              </w:rPr>
              <w:t xml:space="preserve"> Бабка» - презентация книги А.Н. Уханова.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Бабковский 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27.01.2020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«Незатухающая боль блокады» - информационная программа.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Пярина Н.И.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 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11.04.2020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«Многое забудется – такое никогда!» - выставка к международному Дню освобождения узников фашистских концлагерей.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«Свечи памяти» - акция</w:t>
            </w:r>
            <w:r w:rsidRPr="005A71C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Памятник погибшим 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воинам 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«Бессмертный полк» - акция.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Памятник погибшим 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воинам 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«Георгиевская ленточка» </w:t>
            </w:r>
            <w:r>
              <w:rPr>
                <w:rFonts w:ascii="Times New Roman" w:hAnsi="Times New Roman"/>
                <w:sz w:val="26"/>
                <w:szCs w:val="26"/>
              </w:rPr>
              <w:t>- акция.</w:t>
            </w:r>
          </w:p>
        </w:tc>
        <w:tc>
          <w:tcPr>
            <w:tcW w:w="1666" w:type="dxa"/>
          </w:tcPr>
          <w:p w:rsidR="006C20EE" w:rsidRPr="005A71CA" w:rsidRDefault="006C20EE" w:rsidP="007223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Памятник погибшим </w:t>
            </w:r>
          </w:p>
          <w:p w:rsidR="006C20EE" w:rsidRPr="005A71CA" w:rsidRDefault="006C20EE" w:rsidP="007223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воинам </w:t>
            </w:r>
          </w:p>
        </w:tc>
        <w:tc>
          <w:tcPr>
            <w:tcW w:w="1666" w:type="dxa"/>
          </w:tcPr>
          <w:p w:rsidR="006C20EE" w:rsidRPr="005A71CA" w:rsidRDefault="006C20EE" w:rsidP="007223E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7223E5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7223E5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7223E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«Давайте люди  не забудем геройский подвиг земляков» - митинг ко Дню Победы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Памятник погибшим 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воинам 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Бабковская ООШ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Федосеева О.Г.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Тел.раб. 45-117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«Огонь любви война не погасила» - праздничный концерт ко Дню Победы.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«Снова замерло все до рассвета» - танцевальный вечер ко Дню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5A71CA">
              <w:rPr>
                <w:rFonts w:ascii="Times New Roman" w:hAnsi="Times New Roman"/>
                <w:sz w:val="26"/>
                <w:szCs w:val="26"/>
              </w:rPr>
              <w:t>обеды.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Площадь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Бабковского</w:t>
            </w:r>
          </w:p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22.06.2020</w:t>
            </w:r>
          </w:p>
        </w:tc>
        <w:tc>
          <w:tcPr>
            <w:tcW w:w="3265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«Наша память нетленна» - информационная программа ко Дню Памяти и Скорби.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Пярина Н.И.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 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21.08.2020</w:t>
            </w:r>
          </w:p>
        </w:tc>
        <w:tc>
          <w:tcPr>
            <w:tcW w:w="3265" w:type="dxa"/>
          </w:tcPr>
          <w:p w:rsidR="006C20EE" w:rsidRPr="005A71CA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 xml:space="preserve">«Т-34» - просмотр кинофильма ко Дню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5A71CA">
              <w:rPr>
                <w:rFonts w:ascii="Times New Roman" w:hAnsi="Times New Roman"/>
                <w:sz w:val="26"/>
                <w:szCs w:val="26"/>
              </w:rPr>
              <w:t xml:space="preserve">обеды в </w:t>
            </w: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Pr="005A71CA">
              <w:rPr>
                <w:rFonts w:ascii="Times New Roman" w:hAnsi="Times New Roman"/>
                <w:sz w:val="26"/>
                <w:szCs w:val="26"/>
              </w:rPr>
              <w:t>урской дуге.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02.09.2020</w:t>
            </w:r>
          </w:p>
        </w:tc>
        <w:tc>
          <w:tcPr>
            <w:tcW w:w="3265" w:type="dxa"/>
          </w:tcPr>
          <w:p w:rsidR="006C20EE" w:rsidRPr="005A71CA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«Стоят по стране обелиски» - тематическая выставка.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Пярина Н.И.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 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14.11.2020</w:t>
            </w:r>
          </w:p>
        </w:tc>
        <w:tc>
          <w:tcPr>
            <w:tcW w:w="3265" w:type="dxa"/>
          </w:tcPr>
          <w:p w:rsidR="006C20EE" w:rsidRPr="005A71CA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«Бьется в тесной печурке огонь» - вечер военной песни.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Деревянчук Н.В.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063923">
        <w:tc>
          <w:tcPr>
            <w:tcW w:w="5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1440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09.12.2020</w:t>
            </w:r>
          </w:p>
        </w:tc>
        <w:tc>
          <w:tcPr>
            <w:tcW w:w="3265" w:type="dxa"/>
          </w:tcPr>
          <w:p w:rsidR="006C20EE" w:rsidRPr="005A71CA" w:rsidRDefault="006C20EE" w:rsidP="005A71C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«Да будет вечной о Героях память» - выставка ко Дню Героев Отечества.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1666" w:type="dxa"/>
          </w:tcPr>
          <w:p w:rsidR="006C20EE" w:rsidRPr="005A71CA" w:rsidRDefault="006C20EE" w:rsidP="00360A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A71CA">
              <w:rPr>
                <w:rFonts w:ascii="Times New Roman" w:hAnsi="Times New Roman"/>
                <w:sz w:val="26"/>
                <w:szCs w:val="26"/>
              </w:rPr>
              <w:t>Бабковский СДК</w:t>
            </w:r>
          </w:p>
        </w:tc>
        <w:tc>
          <w:tcPr>
            <w:tcW w:w="2502" w:type="dxa"/>
          </w:tcPr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Пярина Н.И.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Тел. раб: 45-1-18</w:t>
            </w:r>
          </w:p>
          <w:p w:rsidR="006C20EE" w:rsidRPr="00063923" w:rsidRDefault="006C20EE" w:rsidP="00360A9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5A71CA" w:rsidTr="005B2CFF">
        <w:tc>
          <w:tcPr>
            <w:tcW w:w="11079" w:type="dxa"/>
            <w:gridSpan w:val="6"/>
          </w:tcPr>
          <w:p w:rsidR="006C20EE" w:rsidRPr="00063923" w:rsidRDefault="006C20EE" w:rsidP="005A71C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63923">
              <w:rPr>
                <w:rFonts w:ascii="Times New Roman" w:hAnsi="Times New Roman"/>
                <w:b/>
                <w:sz w:val="28"/>
                <w:szCs w:val="28"/>
              </w:rPr>
              <w:t>Березковский сельский Дом культуры</w:t>
            </w: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27.01.2020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«Голос блокадного Ленинграда» - литературный час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школа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Дубовая Л.А.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14.02.2020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«С песней на войну» - конкурс песен о войне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школа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13.03.2020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«Сталинград и мужество – неразделимы» - тематическая программа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школа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10.04.2020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«Подвигу жить вечно» - конкурс чтецов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школа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Топкина Н.Н.</w:t>
            </w: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24.04.2020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«Песни, с которыми мы победили» - литературно-музыкальная гостиная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08.05.2020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Акция «Километры Победы»;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«Песня тоже воевала» - конкурс инсценированной песни;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63923">
              <w:rPr>
                <w:rFonts w:ascii="Times New Roman" w:hAnsi="Times New Roman"/>
                <w:sz w:val="26"/>
                <w:szCs w:val="26"/>
              </w:rPr>
              <w:t>Акция «Свечи памяти» «Сюда нас память привела».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Дубовая Л.А.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Моб.8909-216-58-94</w:t>
            </w: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09.05.2020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Акция «Бессмертный полк»;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«Слава, достойная памяти» - митинг;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«Сияет май салютами Победы» - концерт.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Дубовая Л.А.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05.06.2020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«Пусть не будет войны никогда» - конкурс рисунков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Топкина Н.Н.</w:t>
            </w: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22.06.2020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День Памяти и скорби «Война, что ты подлая сделала…»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мемориал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04.09.2020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«Они сражались за Родину» - информационный час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Дубовая Л.А.</w:t>
            </w:r>
          </w:p>
          <w:p w:rsidR="006C20EE" w:rsidRPr="00063923" w:rsidRDefault="006C20EE" w:rsidP="00063923">
            <w:pPr>
              <w:spacing w:after="0"/>
              <w:rPr>
                <w:rFonts w:ascii="Times New Roman" w:hAnsi="Times New Roman"/>
              </w:rPr>
            </w:pPr>
          </w:p>
        </w:tc>
      </w:tr>
      <w:tr w:rsidR="006C20EE" w:rsidRPr="00063923" w:rsidTr="00063923">
        <w:tc>
          <w:tcPr>
            <w:tcW w:w="5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440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09.10.2020</w:t>
            </w:r>
          </w:p>
        </w:tc>
        <w:tc>
          <w:tcPr>
            <w:tcW w:w="3265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«Знатоки истории страны» - викторина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1666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63923">
              <w:rPr>
                <w:rFonts w:ascii="Times New Roman" w:hAnsi="Times New Roman"/>
                <w:sz w:val="26"/>
                <w:szCs w:val="26"/>
              </w:rPr>
              <w:t>СДК</w:t>
            </w:r>
          </w:p>
        </w:tc>
        <w:tc>
          <w:tcPr>
            <w:tcW w:w="2502" w:type="dxa"/>
          </w:tcPr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  <w:r w:rsidRPr="00063923">
              <w:rPr>
                <w:rFonts w:ascii="Times New Roman" w:hAnsi="Times New Roman"/>
              </w:rPr>
              <w:t>Протасова С.Е.</w:t>
            </w:r>
          </w:p>
          <w:p w:rsidR="006C20EE" w:rsidRPr="00063923" w:rsidRDefault="006C20EE" w:rsidP="0006392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6C20EE" w:rsidRDefault="006C20EE" w:rsidP="00360A9E">
      <w:pPr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6C20EE" w:rsidRDefault="006C20EE" w:rsidP="00360A9E">
      <w:pPr>
        <w:rPr>
          <w:rFonts w:ascii="Times New Roman" w:hAnsi="Times New Roman"/>
          <w:sz w:val="26"/>
          <w:szCs w:val="26"/>
        </w:rPr>
      </w:pPr>
    </w:p>
    <w:p w:rsidR="006C20EE" w:rsidRPr="00063923" w:rsidRDefault="006C20EE" w:rsidP="00360A9E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 МКУК «Александро – Донского КДО»                   О.Л.Дениева</w:t>
      </w:r>
    </w:p>
    <w:sectPr w:rsidR="006C20EE" w:rsidRPr="00063923" w:rsidSect="00CD5EF8">
      <w:footerReference w:type="even" r:id="rId6"/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0EE" w:rsidRDefault="006C20EE">
      <w:r>
        <w:separator/>
      </w:r>
    </w:p>
  </w:endnote>
  <w:endnote w:type="continuationSeparator" w:id="0">
    <w:p w:rsidR="006C20EE" w:rsidRDefault="006C2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0EE" w:rsidRDefault="006C20EE" w:rsidP="001772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20EE" w:rsidRDefault="006C20EE" w:rsidP="0006392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0EE" w:rsidRDefault="006C20EE" w:rsidP="001772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C20EE" w:rsidRDefault="006C20EE" w:rsidP="0006392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0EE" w:rsidRDefault="006C20EE">
      <w:r>
        <w:separator/>
      </w:r>
    </w:p>
  </w:footnote>
  <w:footnote w:type="continuationSeparator" w:id="0">
    <w:p w:rsidR="006C20EE" w:rsidRDefault="006C20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5E3"/>
    <w:rsid w:val="00063923"/>
    <w:rsid w:val="00092C97"/>
    <w:rsid w:val="00140CCB"/>
    <w:rsid w:val="00177250"/>
    <w:rsid w:val="001A3021"/>
    <w:rsid w:val="001B3060"/>
    <w:rsid w:val="001E5F4C"/>
    <w:rsid w:val="001F0C57"/>
    <w:rsid w:val="001F4557"/>
    <w:rsid w:val="0021098D"/>
    <w:rsid w:val="002B7AD9"/>
    <w:rsid w:val="00360A9E"/>
    <w:rsid w:val="004A383A"/>
    <w:rsid w:val="004E1146"/>
    <w:rsid w:val="004F4D6A"/>
    <w:rsid w:val="00540321"/>
    <w:rsid w:val="00561029"/>
    <w:rsid w:val="005A71CA"/>
    <w:rsid w:val="005B2CFF"/>
    <w:rsid w:val="005B462A"/>
    <w:rsid w:val="00664434"/>
    <w:rsid w:val="006C20EE"/>
    <w:rsid w:val="007223E5"/>
    <w:rsid w:val="00783D80"/>
    <w:rsid w:val="007B58A1"/>
    <w:rsid w:val="007C1721"/>
    <w:rsid w:val="009C2F9F"/>
    <w:rsid w:val="00A347D0"/>
    <w:rsid w:val="00A745E3"/>
    <w:rsid w:val="00A85364"/>
    <w:rsid w:val="00AA0341"/>
    <w:rsid w:val="00AE41C8"/>
    <w:rsid w:val="00B371C3"/>
    <w:rsid w:val="00B61D11"/>
    <w:rsid w:val="00C95F83"/>
    <w:rsid w:val="00CD5EF8"/>
    <w:rsid w:val="00E235EB"/>
    <w:rsid w:val="00E36391"/>
    <w:rsid w:val="00E53A34"/>
    <w:rsid w:val="00EC03C7"/>
    <w:rsid w:val="00EE3C3E"/>
    <w:rsid w:val="00F20108"/>
    <w:rsid w:val="00F51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C3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D5EF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5B46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06392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06392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1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162</TotalTime>
  <Pages>4</Pages>
  <Words>921</Words>
  <Characters>5250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Дмитрий Каленюк</cp:lastModifiedBy>
  <cp:revision>8</cp:revision>
  <cp:lastPrinted>2019-11-29T08:56:00Z</cp:lastPrinted>
  <dcterms:created xsi:type="dcterms:W3CDTF">2019-11-25T15:36:00Z</dcterms:created>
  <dcterms:modified xsi:type="dcterms:W3CDTF">2020-03-11T07:58:00Z</dcterms:modified>
</cp:coreProperties>
</file>